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40"/>
        <w:gridCol w:w="1420"/>
        <w:gridCol w:w="4446"/>
      </w:tblGrid>
      <w:tr w:rsidR="00D41381" w:rsidRPr="00494A0C" w14:paraId="78CAFC0A" w14:textId="77777777" w:rsidTr="003D0FF5">
        <w:trPr>
          <w:trHeight w:val="292"/>
        </w:trPr>
        <w:tc>
          <w:tcPr>
            <w:tcW w:w="1020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6AF878" w14:textId="0610F701" w:rsidR="00D41381" w:rsidRPr="00D41381" w:rsidRDefault="006E043C" w:rsidP="00D41381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bookmarkStart w:id="0" w:name="RANGE!A1:F40"/>
            <w:r w:rsidRPr="002766CE">
              <w:rPr>
                <w:rFonts w:ascii="ＭＳ 明朝" w:hAnsi="ＭＳ 明朝" w:cs="ＭＳ Ｐゴシック" w:hint="eastAsia"/>
                <w:b/>
                <w:bCs/>
                <w:color w:val="4472C4" w:themeColor="accent1"/>
                <w:kern w:val="0"/>
                <w:sz w:val="18"/>
                <w:szCs w:val="18"/>
              </w:rPr>
              <w:t>2024年9月11日更新</w:t>
            </w:r>
            <w:r>
              <w:rPr>
                <w:rFonts w:ascii="ＭＳ 明朝" w:hAnsi="ＭＳ 明朝" w:cs="ＭＳ Ｐゴシック" w:hint="eastAsia"/>
                <w:color w:val="4472C4" w:themeColor="accent1"/>
                <w:kern w:val="0"/>
                <w:sz w:val="18"/>
                <w:szCs w:val="18"/>
              </w:rPr>
              <w:t xml:space="preserve">　　</w:t>
            </w:r>
            <w:r w:rsidR="00D41381"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(様式2-1)</w:t>
            </w:r>
            <w:bookmarkEnd w:id="0"/>
          </w:p>
        </w:tc>
      </w:tr>
      <w:tr w:rsidR="006B306A" w:rsidRPr="00494A0C" w14:paraId="2BB2462A" w14:textId="77777777" w:rsidTr="003D0FF5">
        <w:trPr>
          <w:trHeight w:val="1307"/>
        </w:trPr>
        <w:tc>
          <w:tcPr>
            <w:tcW w:w="102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413C8" w14:textId="77777777" w:rsidR="006B306A" w:rsidRPr="00D41381" w:rsidRDefault="006B306A" w:rsidP="00494A0C">
            <w:pPr>
              <w:widowControl/>
              <w:ind w:firstLineChars="20" w:firstLine="252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8"/>
                <w:szCs w:val="28"/>
              </w:rPr>
            </w:pPr>
            <w:r w:rsidRPr="002766CE">
              <w:rPr>
                <w:rFonts w:ascii="ＭＳ ゴシック" w:eastAsia="ＭＳ ゴシック" w:hAnsi="ＭＳ ゴシック" w:cs="ＭＳ Ｐゴシック" w:hint="eastAsia"/>
                <w:spacing w:val="490"/>
                <w:kern w:val="0"/>
                <w:sz w:val="28"/>
                <w:szCs w:val="28"/>
                <w:fitText w:val="7840" w:id="-56384767"/>
              </w:rPr>
              <w:t>教育研究業績</w:t>
            </w:r>
            <w:r w:rsidRPr="002766CE">
              <w:rPr>
                <w:rFonts w:ascii="ＭＳ ゴシック" w:eastAsia="ＭＳ ゴシック" w:hAnsi="ＭＳ ゴシック" w:cs="ＭＳ Ｐゴシック" w:hint="eastAsia"/>
                <w:kern w:val="0"/>
                <w:sz w:val="28"/>
                <w:szCs w:val="28"/>
                <w:fitText w:val="7840" w:id="-56384767"/>
              </w:rPr>
              <w:t>書</w:t>
            </w:r>
          </w:p>
          <w:p w14:paraId="4EE794C8" w14:textId="77777777" w:rsidR="006B306A" w:rsidRPr="00D41381" w:rsidRDefault="00F24403" w:rsidP="00A65951">
            <w:pPr>
              <w:widowControl/>
              <w:ind w:rightChars="87" w:right="183" w:firstLineChars="100" w:firstLine="200"/>
              <w:jc w:val="righ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令和</w:t>
            </w:r>
            <w:r w:rsidR="006B306A" w:rsidRPr="00D4138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 　年　　月　　日</w:t>
            </w:r>
          </w:p>
          <w:p w14:paraId="25438E2E" w14:textId="77777777" w:rsidR="006B306A" w:rsidRPr="00D41381" w:rsidRDefault="00E654D0" w:rsidP="00A65951">
            <w:pPr>
              <w:ind w:rightChars="87" w:right="183" w:firstLineChars="400" w:firstLine="800"/>
              <w:jc w:val="right"/>
              <w:rPr>
                <w:rFonts w:ascii="ＭＳ ゴシック" w:eastAsia="ＭＳ ゴシック" w:hAnsi="ＭＳ ゴシック" w:cs="ＭＳ Ｐゴシック"/>
                <w:kern w:val="0"/>
                <w:sz w:val="28"/>
                <w:szCs w:val="28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下記のとおり相違ありません。　　　</w:t>
            </w:r>
            <w:r w:rsidR="00A6595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　</w:t>
            </w: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　　　　　　　　　</w:t>
            </w:r>
            <w:r w:rsidR="006B306A" w:rsidRPr="00D4138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氏名　　</w:t>
            </w:r>
            <w:r w:rsidR="006B306A"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20"/>
                <w:szCs w:val="20"/>
              </w:rPr>
              <w:t xml:space="preserve">　　自　　　署　</w:t>
            </w:r>
            <w:r w:rsidR="006B306A" w:rsidRPr="00D4138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　　印</w:t>
            </w:r>
          </w:p>
        </w:tc>
      </w:tr>
      <w:tr w:rsidR="00D41381" w:rsidRPr="00494A0C" w14:paraId="55B1E37F" w14:textId="77777777" w:rsidTr="003D0FF5">
        <w:trPr>
          <w:trHeight w:val="420"/>
        </w:trPr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3A8FB9" w14:textId="77777777" w:rsidR="00D41381" w:rsidRPr="00D41381" w:rsidRDefault="00D41381" w:rsidP="00D4138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研　究　分　野</w:t>
            </w:r>
          </w:p>
        </w:tc>
        <w:tc>
          <w:tcPr>
            <w:tcW w:w="58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A89D92" w14:textId="77777777" w:rsidR="00D41381" w:rsidRPr="00D41381" w:rsidRDefault="00D41381" w:rsidP="00D4138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研　究　内　容　の　キ　ー　ワ　ー　ド</w:t>
            </w:r>
          </w:p>
        </w:tc>
      </w:tr>
      <w:tr w:rsidR="00D41381" w:rsidRPr="00494A0C" w14:paraId="40337674" w14:textId="77777777" w:rsidTr="00C95460">
        <w:trPr>
          <w:trHeight w:val="1179"/>
        </w:trPr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7169E9" w14:textId="6C29BC10" w:rsidR="00D41381" w:rsidRPr="00D41381" w:rsidRDefault="00C95460" w:rsidP="00D41381">
            <w:pPr>
              <w:widowControl/>
              <w:jc w:val="left"/>
              <w:rPr>
                <w:rFonts w:ascii="ＭＳ 明朝" w:hAnsi="ＭＳ 明朝" w:cs="ＭＳ Ｐゴシック"/>
                <w:color w:val="99CCFF"/>
                <w:kern w:val="0"/>
                <w:sz w:val="16"/>
                <w:szCs w:val="16"/>
              </w:rPr>
            </w:pPr>
            <w:r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16"/>
                <w:szCs w:val="16"/>
              </w:rPr>
              <w:t>平成29年度まで使用されていた科研費の「系・分野・分科・細目表」の分科レベルの名称又は「科学研究費助成事業 審査区分表（総表）」の中区分の名称（「およびその関連分野」は省略可）を用いて、主なもの3つ以内で記入。</w:t>
            </w:r>
          </w:p>
        </w:tc>
        <w:tc>
          <w:tcPr>
            <w:tcW w:w="58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F8E344" w14:textId="44833881" w:rsidR="00D41381" w:rsidRPr="00D41381" w:rsidRDefault="00C95460" w:rsidP="00C95460">
            <w:pPr>
              <w:widowControl/>
              <w:ind w:firstLineChars="100" w:firstLine="160"/>
              <w:jc w:val="left"/>
              <w:rPr>
                <w:rFonts w:ascii="ＭＳ 明朝" w:hAnsi="ＭＳ 明朝" w:cs="ＭＳ Ｐゴシック"/>
                <w:color w:val="99CCFF"/>
                <w:kern w:val="0"/>
                <w:sz w:val="16"/>
                <w:szCs w:val="16"/>
              </w:rPr>
            </w:pPr>
            <w:r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16"/>
                <w:szCs w:val="16"/>
              </w:rPr>
              <w:t>平成29年度まで使用されていた科研費の「系・分野・分科・細目表」の細目又は「科学研究費助成事業 審査区分表（総表）」の小区分を参考に研究内容を表すキーワードを5つ以内で記入。</w:t>
            </w:r>
          </w:p>
        </w:tc>
      </w:tr>
      <w:tr w:rsidR="00D41381" w:rsidRPr="00494A0C" w14:paraId="61E8AA31" w14:textId="77777777" w:rsidTr="003D0FF5">
        <w:trPr>
          <w:trHeight w:val="330"/>
        </w:trPr>
        <w:tc>
          <w:tcPr>
            <w:tcW w:w="102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41650" w14:textId="47C4E7B3" w:rsidR="00D41381" w:rsidRPr="00D41381" w:rsidRDefault="00D41381" w:rsidP="006947E4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教</w:t>
            </w:r>
            <w:r w:rsidR="006947E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</w:t>
            </w: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育</w:t>
            </w:r>
            <w:r w:rsidR="006947E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</w:t>
            </w: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上</w:t>
            </w:r>
            <w:r w:rsidR="006947E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</w:t>
            </w: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の</w:t>
            </w:r>
            <w:r w:rsidR="006947E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</w:t>
            </w: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能</w:t>
            </w:r>
            <w:r w:rsidR="006947E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</w:t>
            </w: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力</w:t>
            </w:r>
            <w:r w:rsidR="006947E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</w:t>
            </w: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に</w:t>
            </w:r>
            <w:r w:rsidR="006947E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</w:t>
            </w: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関</w:t>
            </w:r>
            <w:r w:rsidR="006947E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</w:t>
            </w: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す</w:t>
            </w:r>
            <w:r w:rsidR="006947E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</w:t>
            </w: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る</w:t>
            </w:r>
            <w:r w:rsidR="006947E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</w:t>
            </w: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事</w:t>
            </w:r>
            <w:r w:rsidR="006947E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</w:t>
            </w: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項</w:t>
            </w:r>
          </w:p>
        </w:tc>
      </w:tr>
      <w:tr w:rsidR="00D41381" w:rsidRPr="00494A0C" w14:paraId="3353881C" w14:textId="77777777" w:rsidTr="003D0FF5">
        <w:trPr>
          <w:trHeight w:val="300"/>
        </w:trPr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5FD4E" w14:textId="77777777" w:rsidR="00D41381" w:rsidRPr="00D41381" w:rsidRDefault="00D41381" w:rsidP="00D4138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事     項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637B91" w14:textId="77777777" w:rsidR="00D41381" w:rsidRPr="00D41381" w:rsidRDefault="00D41381" w:rsidP="00D4138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年月日</w:t>
            </w:r>
          </w:p>
        </w:tc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88488A" w14:textId="77777777" w:rsidR="00D41381" w:rsidRPr="00D41381" w:rsidRDefault="00D41381" w:rsidP="00A82CFF">
            <w:pPr>
              <w:widowControl/>
              <w:ind w:firstLineChars="936" w:firstLine="1685"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概</w:t>
            </w:r>
            <w:r w:rsidR="00A82CFF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　</w:t>
            </w: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要</w:t>
            </w:r>
          </w:p>
        </w:tc>
      </w:tr>
      <w:tr w:rsidR="00D41381" w:rsidRPr="00494A0C" w14:paraId="65252C56" w14:textId="77777777" w:rsidTr="00C47A56">
        <w:trPr>
          <w:trHeight w:val="1167"/>
        </w:trPr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69979EF" w14:textId="77777777" w:rsidR="00D41381" w:rsidRPr="00D41381" w:rsidRDefault="00D41381" w:rsidP="00D4138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１　教育方法の実践例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8E77E8B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  <w:r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18"/>
                <w:szCs w:val="18"/>
              </w:rPr>
              <w:t>※西暦表記</w:t>
            </w:r>
          </w:p>
          <w:p w14:paraId="13EE8798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  <w:p w14:paraId="36CBB04C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  <w:p w14:paraId="3F373564" w14:textId="77777777" w:rsidR="006B306A" w:rsidRPr="00C95460" w:rsidRDefault="006B306A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</w:tc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40818BE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  <w:r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18"/>
                <w:szCs w:val="18"/>
              </w:rPr>
              <w:t>○授業外における学習を促進する取り組み、授業内容のインターネット上での公開等</w:t>
            </w:r>
          </w:p>
          <w:p w14:paraId="05A9FB95" w14:textId="77777777" w:rsidR="006B306A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  <w:r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18"/>
                <w:szCs w:val="18"/>
              </w:rPr>
              <w:t>○教育機関における教育経験</w:t>
            </w:r>
          </w:p>
        </w:tc>
      </w:tr>
      <w:tr w:rsidR="006B306A" w:rsidRPr="00494A0C" w14:paraId="1A4042DC" w14:textId="77777777" w:rsidTr="009B2D2C">
        <w:trPr>
          <w:trHeight w:val="957"/>
        </w:trPr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E22DBB2" w14:textId="77777777" w:rsidR="006B306A" w:rsidRPr="00D41381" w:rsidRDefault="006B306A" w:rsidP="00D4138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２　作成した教科書，教材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A53308D" w14:textId="77777777" w:rsidR="006B306A" w:rsidRPr="00C95460" w:rsidRDefault="006B306A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  <w:p w14:paraId="497AFEC3" w14:textId="77777777" w:rsidR="006B306A" w:rsidRPr="00C95460" w:rsidRDefault="006B306A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  <w:p w14:paraId="0E8C6831" w14:textId="77777777" w:rsidR="006B306A" w:rsidRPr="00C95460" w:rsidRDefault="006B306A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</w:tc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B85E21D" w14:textId="77777777" w:rsidR="006B306A" w:rsidRPr="00C95460" w:rsidRDefault="006B306A" w:rsidP="006B306A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  <w:r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18"/>
                <w:szCs w:val="18"/>
              </w:rPr>
              <w:t>○授業や研修指導等で使用する著書、教材等</w:t>
            </w:r>
          </w:p>
        </w:tc>
      </w:tr>
      <w:tr w:rsidR="00D41381" w:rsidRPr="00494A0C" w14:paraId="263F57AD" w14:textId="77777777" w:rsidTr="003D0FF5">
        <w:trPr>
          <w:trHeight w:val="1470"/>
        </w:trPr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E51C0F9" w14:textId="77777777" w:rsidR="00D41381" w:rsidRPr="00D41381" w:rsidRDefault="00D41381" w:rsidP="00D4138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３　当該教員の教育上の能力に関する大学の評価</w:t>
            </w:r>
          </w:p>
          <w:p w14:paraId="1164DC23" w14:textId="77777777" w:rsidR="00D41381" w:rsidRPr="0060104D" w:rsidRDefault="0060104D" w:rsidP="00D41381">
            <w:pPr>
              <w:widowControl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60104D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※申請者の所属長またはそれに準ずる者が記入する事。</w:t>
            </w:r>
          </w:p>
          <w:p w14:paraId="655DEFB9" w14:textId="77777777" w:rsidR="00D41381" w:rsidRPr="00D41381" w:rsidRDefault="00D41381" w:rsidP="00D41381">
            <w:pPr>
              <w:widowControl/>
              <w:rPr>
                <w:rFonts w:ascii="ＭＳ 明朝" w:hAnsi="ＭＳ 明朝" w:cs="ＭＳ Ｐゴシック"/>
                <w:color w:val="93CDDD"/>
                <w:kern w:val="0"/>
                <w:sz w:val="18"/>
                <w:szCs w:val="18"/>
              </w:rPr>
            </w:pPr>
          </w:p>
          <w:p w14:paraId="5FC27135" w14:textId="77777777" w:rsidR="00D41381" w:rsidRPr="0060104D" w:rsidRDefault="00D41381" w:rsidP="003D0E54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60104D">
              <w:rPr>
                <w:rFonts w:ascii="ＭＳ 明朝" w:hAnsi="ＭＳ 明朝" w:cs="ＭＳ Ｐゴシック" w:hint="eastAsia"/>
                <w:kern w:val="0"/>
                <w:sz w:val="18"/>
                <w:szCs w:val="18"/>
                <w:u w:val="single"/>
              </w:rPr>
              <w:t xml:space="preserve">　　　</w:t>
            </w:r>
            <w:r w:rsidR="003D0E54" w:rsidRPr="0060104D">
              <w:rPr>
                <w:rFonts w:ascii="ＭＳ 明朝" w:hAnsi="ＭＳ 明朝" w:cs="ＭＳ Ｐゴシック" w:hint="eastAsia"/>
                <w:kern w:val="0"/>
                <w:sz w:val="18"/>
                <w:szCs w:val="18"/>
                <w:u w:val="single"/>
              </w:rPr>
              <w:t xml:space="preserve">　　　　　　　　　　</w:t>
            </w:r>
            <w:r w:rsidRPr="0060104D">
              <w:rPr>
                <w:rFonts w:ascii="ＭＳ 明朝" w:hAnsi="ＭＳ 明朝" w:cs="ＭＳ Ｐゴシック" w:hint="eastAsia"/>
                <w:kern w:val="0"/>
                <w:sz w:val="18"/>
                <w:szCs w:val="18"/>
                <w:u w:val="single"/>
              </w:rPr>
              <w:t xml:space="preserve">　</w:t>
            </w:r>
            <w:r w:rsidR="00190733" w:rsidRPr="0060104D">
              <w:rPr>
                <w:rFonts w:ascii="ＭＳ 明朝" w:hAnsi="ＭＳ 明朝" w:cs="ＭＳ Ｐゴシック" w:hint="eastAsia"/>
                <w:kern w:val="0"/>
                <w:sz w:val="18"/>
                <w:szCs w:val="18"/>
                <w:u w:val="single"/>
              </w:rPr>
              <w:t xml:space="preserve">　</w:t>
            </w:r>
            <w:r w:rsidRPr="0060104D">
              <w:rPr>
                <w:rFonts w:ascii="ＭＳ 明朝" w:hAnsi="ＭＳ 明朝" w:cs="ＭＳ Ｐゴシック" w:hint="eastAsia"/>
                <w:kern w:val="0"/>
                <w:sz w:val="18"/>
                <w:szCs w:val="18"/>
                <w:u w:val="single"/>
              </w:rPr>
              <w:t xml:space="preserve">　　　　　印 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17DF8C3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  <w:p w14:paraId="18BD2A02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  <w:p w14:paraId="52F22F2C" w14:textId="77777777" w:rsidR="00D41381" w:rsidRPr="00C95460" w:rsidRDefault="00D41381" w:rsidP="00D41381">
            <w:pPr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</w:tc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008966F" w14:textId="77777777" w:rsidR="006B306A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  <w:r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18"/>
                <w:szCs w:val="18"/>
              </w:rPr>
              <w:t>○各大学における自己点検・評価での評価結果</w:t>
            </w:r>
          </w:p>
          <w:p w14:paraId="547FE5EF" w14:textId="77777777" w:rsidR="006B306A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  <w:r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18"/>
                <w:szCs w:val="18"/>
              </w:rPr>
              <w:t>○学生による授業評価、教員による相互評価等の結果</w:t>
            </w:r>
          </w:p>
          <w:p w14:paraId="49A4D1D9" w14:textId="77777777" w:rsidR="0060104D" w:rsidRPr="00C95460" w:rsidRDefault="0060104D" w:rsidP="0060104D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  <w:r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18"/>
                <w:szCs w:val="18"/>
              </w:rPr>
              <w:t>○採用決定の際等における評価内容</w:t>
            </w:r>
          </w:p>
          <w:p w14:paraId="53134B5F" w14:textId="77777777" w:rsidR="00D41381" w:rsidRPr="00C95460" w:rsidRDefault="00D41381" w:rsidP="006B306A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  <w:r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18"/>
                <w:szCs w:val="18"/>
              </w:rPr>
              <w:t xml:space="preserve">　　　　　　　　　　　　　　　　　　　　　　　等</w:t>
            </w:r>
          </w:p>
        </w:tc>
      </w:tr>
      <w:tr w:rsidR="00D41381" w:rsidRPr="00494A0C" w14:paraId="5FB39FA6" w14:textId="77777777" w:rsidTr="009B2D2C">
        <w:trPr>
          <w:trHeight w:val="1061"/>
        </w:trPr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7134B5B" w14:textId="3BD733B8" w:rsidR="00D41381" w:rsidRPr="00D41381" w:rsidRDefault="00D41381" w:rsidP="00D4138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４　実務</w:t>
            </w:r>
            <w:r w:rsidR="009B2D2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の経験</w:t>
            </w: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を有する者についての特記事項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A3ED525" w14:textId="77777777" w:rsidR="00D41381" w:rsidRPr="00C95460" w:rsidRDefault="00D41381" w:rsidP="00D41381">
            <w:pPr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  <w:p w14:paraId="0783ECA6" w14:textId="77777777" w:rsidR="00D41381" w:rsidRPr="00C95460" w:rsidRDefault="00D41381" w:rsidP="00D41381">
            <w:pPr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  <w:p w14:paraId="6B1A479C" w14:textId="77777777" w:rsidR="00D41381" w:rsidRPr="00C95460" w:rsidRDefault="00D41381" w:rsidP="00D41381">
            <w:pPr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  <w:p w14:paraId="6A3A2B6C" w14:textId="77777777" w:rsidR="00D41381" w:rsidRPr="00C95460" w:rsidRDefault="00D41381" w:rsidP="00D41381">
            <w:pPr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</w:tc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4A0C2E6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  <w:r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18"/>
                <w:szCs w:val="18"/>
              </w:rPr>
              <w:t>○大学の公開講座や社会教育講座における講師、シンポジウムにおける講演等</w:t>
            </w:r>
          </w:p>
          <w:p w14:paraId="3661C447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  <w:r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18"/>
                <w:szCs w:val="18"/>
              </w:rPr>
              <w:t>○大学から受け入れた実習生等に対する指導</w:t>
            </w:r>
          </w:p>
        </w:tc>
      </w:tr>
      <w:tr w:rsidR="00D41381" w:rsidRPr="00494A0C" w14:paraId="636589DA" w14:textId="77777777" w:rsidTr="009B2D2C">
        <w:trPr>
          <w:trHeight w:val="1049"/>
        </w:trPr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9008491" w14:textId="77777777" w:rsidR="00D41381" w:rsidRPr="00D41381" w:rsidRDefault="00D41381" w:rsidP="00D4138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５　その他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3EA594F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  <w:p w14:paraId="0071131B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  <w:p w14:paraId="0CF69966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  <w:p w14:paraId="6B67A66F" w14:textId="77777777" w:rsidR="00D41381" w:rsidRPr="00C95460" w:rsidRDefault="00D41381" w:rsidP="00D41381">
            <w:pPr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</w:tc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268E780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  <w:r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18"/>
                <w:szCs w:val="18"/>
              </w:rPr>
              <w:t>○大学教育に関する団体等における活動、教育実績に　対する表彰等</w:t>
            </w:r>
          </w:p>
          <w:p w14:paraId="0D85DC6A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  <w:r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18"/>
                <w:szCs w:val="18"/>
              </w:rPr>
              <w:t>○国家試験問題の作成等</w:t>
            </w:r>
          </w:p>
        </w:tc>
      </w:tr>
      <w:tr w:rsidR="00D41381" w:rsidRPr="00494A0C" w14:paraId="76D68E8C" w14:textId="77777777" w:rsidTr="003D0FF5">
        <w:trPr>
          <w:trHeight w:val="330"/>
        </w:trPr>
        <w:tc>
          <w:tcPr>
            <w:tcW w:w="102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65BA4" w14:textId="77777777" w:rsidR="00D41381" w:rsidRPr="00D41381" w:rsidRDefault="00D41381" w:rsidP="006B306A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494A0C">
              <w:rPr>
                <w:rFonts w:ascii="ＭＳ 明朝" w:hAnsi="ＭＳ 明朝" w:cs="ＭＳ Ｐゴシック" w:hint="eastAsia"/>
                <w:spacing w:val="229"/>
                <w:kern w:val="0"/>
                <w:sz w:val="18"/>
                <w:szCs w:val="18"/>
                <w:fitText w:val="7200" w:id="-56385021"/>
              </w:rPr>
              <w:t>職務上の実績に関する事</w:t>
            </w:r>
            <w:r w:rsidRPr="00494A0C">
              <w:rPr>
                <w:rFonts w:ascii="ＭＳ 明朝" w:hAnsi="ＭＳ 明朝" w:cs="ＭＳ Ｐゴシック" w:hint="eastAsia"/>
                <w:spacing w:val="1"/>
                <w:kern w:val="0"/>
                <w:sz w:val="18"/>
                <w:szCs w:val="18"/>
                <w:fitText w:val="7200" w:id="-56385021"/>
              </w:rPr>
              <w:t>項</w:t>
            </w:r>
          </w:p>
        </w:tc>
      </w:tr>
      <w:tr w:rsidR="00D41381" w:rsidRPr="00494A0C" w14:paraId="006A865B" w14:textId="77777777" w:rsidTr="003D0FF5">
        <w:trPr>
          <w:trHeight w:val="300"/>
        </w:trPr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78740" w14:textId="77777777" w:rsidR="00D41381" w:rsidRPr="00D41381" w:rsidRDefault="00D41381" w:rsidP="00D4138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事   項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7C556E" w14:textId="77777777" w:rsidR="00D41381" w:rsidRPr="00D41381" w:rsidRDefault="00D41381" w:rsidP="00D41381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年月日</w:t>
            </w:r>
          </w:p>
        </w:tc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E612C2" w14:textId="77777777" w:rsidR="00D41381" w:rsidRPr="00D41381" w:rsidRDefault="00D41381" w:rsidP="00A82CFF">
            <w:pPr>
              <w:widowControl/>
              <w:ind w:firstLineChars="936" w:firstLine="1685"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概</w:t>
            </w:r>
            <w:r w:rsidR="00A82CFF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　</w:t>
            </w: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要</w:t>
            </w:r>
          </w:p>
        </w:tc>
      </w:tr>
      <w:tr w:rsidR="00D41381" w:rsidRPr="00494A0C" w14:paraId="559469A2" w14:textId="77777777" w:rsidTr="00C95460">
        <w:trPr>
          <w:trHeight w:val="1109"/>
        </w:trPr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1B0F76D" w14:textId="77777777" w:rsidR="00D41381" w:rsidRPr="00D41381" w:rsidRDefault="00D41381" w:rsidP="00D4138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１　資格，免許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D10C413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  <w:r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18"/>
                <w:szCs w:val="18"/>
              </w:rPr>
              <w:t>※西暦表記</w:t>
            </w:r>
          </w:p>
          <w:p w14:paraId="173EEA14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  <w:p w14:paraId="63A6C2E7" w14:textId="77777777" w:rsidR="00D41381" w:rsidRPr="00C95460" w:rsidRDefault="00D41381" w:rsidP="00D41381">
            <w:pPr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  <w:p w14:paraId="0F8FF642" w14:textId="77777777" w:rsidR="006B306A" w:rsidRPr="00C95460" w:rsidRDefault="006B306A" w:rsidP="00D41381">
            <w:pPr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</w:tc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0E6E964" w14:textId="77777777" w:rsidR="00D41381" w:rsidRPr="00C95460" w:rsidRDefault="00D41381" w:rsidP="006B306A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  <w:r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18"/>
                <w:szCs w:val="18"/>
              </w:rPr>
              <w:t>○医師、歯科医師、薬剤師、教員等の資格で担当予定　授業科目に関連するもの</w:t>
            </w:r>
          </w:p>
        </w:tc>
      </w:tr>
      <w:tr w:rsidR="00D41381" w:rsidRPr="00494A0C" w14:paraId="6BC55B4D" w14:textId="77777777" w:rsidTr="009B2D2C">
        <w:trPr>
          <w:trHeight w:val="966"/>
        </w:trPr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9A5508E" w14:textId="77777777" w:rsidR="00D41381" w:rsidRPr="00D41381" w:rsidRDefault="00D41381" w:rsidP="00D4138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２　特許等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6103639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  <w:p w14:paraId="06FCEBFF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  <w:p w14:paraId="2FF64D76" w14:textId="77777777" w:rsidR="00D41381" w:rsidRPr="00C95460" w:rsidRDefault="00D41381" w:rsidP="00D41381">
            <w:pPr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</w:tc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70667B5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  <w:r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18"/>
                <w:szCs w:val="18"/>
              </w:rPr>
              <w:t>○特許、実用新案等で担当予定授業科目に関連するもの</w:t>
            </w:r>
          </w:p>
        </w:tc>
      </w:tr>
      <w:tr w:rsidR="00D41381" w:rsidRPr="00494A0C" w14:paraId="1F8BC4D2" w14:textId="77777777" w:rsidTr="003D0FF5">
        <w:trPr>
          <w:trHeight w:val="1455"/>
        </w:trPr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D4C7CEE" w14:textId="77777777" w:rsidR="00D41381" w:rsidRPr="00D41381" w:rsidRDefault="00D41381" w:rsidP="00D4138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３　実務の経験を有する者についての特記事項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A6175ED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  <w:p w14:paraId="17F5D92C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  <w:p w14:paraId="4D9918D1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  <w:p w14:paraId="0559EDBC" w14:textId="77777777" w:rsidR="00D41381" w:rsidRPr="00C95460" w:rsidRDefault="00D41381" w:rsidP="00D41381">
            <w:pPr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</w:tc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601F6AC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  <w:r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18"/>
                <w:szCs w:val="18"/>
              </w:rPr>
              <w:t>○大学との共同研究</w:t>
            </w:r>
          </w:p>
          <w:p w14:paraId="74611938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  <w:r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18"/>
                <w:szCs w:val="18"/>
              </w:rPr>
              <w:t>○各種審議会・行政委員会・各種ADR等の委員</w:t>
            </w:r>
          </w:p>
          <w:p w14:paraId="4C117965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  <w:r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18"/>
                <w:szCs w:val="18"/>
              </w:rPr>
              <w:t>○行政機関における調査官等</w:t>
            </w:r>
          </w:p>
          <w:p w14:paraId="556B01DD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  <w:r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18"/>
                <w:szCs w:val="18"/>
              </w:rPr>
              <w:t>○研究会・ワークショップ等での報告や症例発表</w:t>
            </w:r>
          </w:p>
          <w:p w14:paraId="053363E4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  <w:r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18"/>
                <w:szCs w:val="18"/>
              </w:rPr>
              <w:t xml:space="preserve">○調査研究、留学、海外事情調査等　</w:t>
            </w:r>
          </w:p>
        </w:tc>
      </w:tr>
      <w:tr w:rsidR="00D41381" w:rsidRPr="00494A0C" w14:paraId="3AC323B9" w14:textId="77777777" w:rsidTr="003D0FF5">
        <w:trPr>
          <w:trHeight w:val="985"/>
        </w:trPr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00A7F75" w14:textId="77777777" w:rsidR="00D41381" w:rsidRPr="00D41381" w:rsidRDefault="00D41381" w:rsidP="00D41381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41381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４　その他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DC89D2C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  <w:p w14:paraId="54426984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  <w:p w14:paraId="12D6C034" w14:textId="77777777" w:rsidR="00D41381" w:rsidRPr="00C95460" w:rsidRDefault="00D41381" w:rsidP="00D41381">
            <w:pPr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</w:p>
        </w:tc>
        <w:tc>
          <w:tcPr>
            <w:tcW w:w="4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39836CC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  <w:r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18"/>
                <w:szCs w:val="18"/>
              </w:rPr>
              <w:t>○職能団体等からの実務家としての卓越性に関する　評価・推薦等</w:t>
            </w:r>
          </w:p>
          <w:p w14:paraId="117B1AE3" w14:textId="77777777" w:rsidR="00D41381" w:rsidRPr="00C95460" w:rsidRDefault="00D41381" w:rsidP="00D41381">
            <w:pPr>
              <w:widowControl/>
              <w:rPr>
                <w:rFonts w:ascii="ＭＳ 明朝" w:hAnsi="ＭＳ 明朝" w:cs="ＭＳ Ｐゴシック"/>
                <w:color w:val="2E74B5" w:themeColor="accent5" w:themeShade="BF"/>
                <w:kern w:val="0"/>
                <w:sz w:val="18"/>
                <w:szCs w:val="18"/>
              </w:rPr>
            </w:pPr>
            <w:r w:rsidRPr="00C95460">
              <w:rPr>
                <w:rFonts w:ascii="ＭＳ 明朝" w:hAnsi="ＭＳ 明朝" w:cs="ＭＳ Ｐゴシック" w:hint="eastAsia"/>
                <w:color w:val="2E74B5" w:themeColor="accent5" w:themeShade="BF"/>
                <w:kern w:val="0"/>
                <w:sz w:val="18"/>
                <w:szCs w:val="18"/>
              </w:rPr>
              <w:t>○論文の引用実績等</w:t>
            </w:r>
          </w:p>
        </w:tc>
      </w:tr>
    </w:tbl>
    <w:p w14:paraId="6B3E3EF4" w14:textId="77777777" w:rsidR="00ED52FB" w:rsidRPr="00C95460" w:rsidRDefault="00D41381">
      <w:pPr>
        <w:rPr>
          <w:color w:val="2E74B5" w:themeColor="accent5" w:themeShade="BF"/>
        </w:rPr>
      </w:pPr>
      <w:r w:rsidRPr="00C95460">
        <w:rPr>
          <w:rFonts w:ascii="ＭＳ 明朝" w:hAnsi="ＭＳ 明朝" w:cs="ＭＳ Ｐゴシック" w:hint="eastAsia"/>
          <w:color w:val="2E74B5" w:themeColor="accent5" w:themeShade="BF"/>
          <w:kern w:val="0"/>
          <w:sz w:val="16"/>
          <w:szCs w:val="16"/>
        </w:rPr>
        <w:t>※フォーマット上の記入例・注意事項を削除して使用すること。</w:t>
      </w:r>
      <w:r w:rsidRPr="00C95460">
        <w:rPr>
          <w:rFonts w:ascii="ＭＳ 明朝" w:hAnsi="ＭＳ 明朝" w:cs="ＭＳ Ｐゴシック" w:hint="eastAsia"/>
          <w:color w:val="2E74B5" w:themeColor="accent5" w:themeShade="BF"/>
          <w:kern w:val="0"/>
          <w:sz w:val="16"/>
          <w:szCs w:val="16"/>
        </w:rPr>
        <w:br/>
        <w:t xml:space="preserve">　ページ番号を下記に付記してください。複数ページにわたる場合は、自書氏名より上のヘッダーをつける必要はありません。</w:t>
      </w:r>
    </w:p>
    <w:sectPr w:rsidR="00ED52FB" w:rsidRPr="00C95460" w:rsidSect="00037D3A">
      <w:pgSz w:w="11906" w:h="16838" w:code="9"/>
      <w:pgMar w:top="454" w:right="851" w:bottom="454" w:left="567" w:header="851" w:footer="992" w:gutter="0"/>
      <w:cols w:space="425"/>
      <w:docGrid w:type="lines" w:linePitch="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16FBE" w14:textId="77777777" w:rsidR="000C6AED" w:rsidRDefault="000C6AED" w:rsidP="00494A0C">
      <w:r>
        <w:separator/>
      </w:r>
    </w:p>
  </w:endnote>
  <w:endnote w:type="continuationSeparator" w:id="0">
    <w:p w14:paraId="4564274F" w14:textId="77777777" w:rsidR="000C6AED" w:rsidRDefault="000C6AED" w:rsidP="00494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2FAAD" w14:textId="77777777" w:rsidR="000C6AED" w:rsidRDefault="000C6AED" w:rsidP="00494A0C">
      <w:r>
        <w:separator/>
      </w:r>
    </w:p>
  </w:footnote>
  <w:footnote w:type="continuationSeparator" w:id="0">
    <w:p w14:paraId="0FB1EE45" w14:textId="77777777" w:rsidR="000C6AED" w:rsidRDefault="000C6AED" w:rsidP="00494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proofState w:spelling="clean" w:grammar="dirty"/>
  <w:attachedTemplate r:id="rId1"/>
  <w:defaultTabStop w:val="840"/>
  <w:drawingGridVerticalSpacing w:val="28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5F"/>
    <w:rsid w:val="00037D3A"/>
    <w:rsid w:val="00085D76"/>
    <w:rsid w:val="000C6AED"/>
    <w:rsid w:val="00190733"/>
    <w:rsid w:val="002766CE"/>
    <w:rsid w:val="002B5749"/>
    <w:rsid w:val="002F236F"/>
    <w:rsid w:val="003B6909"/>
    <w:rsid w:val="003D0E54"/>
    <w:rsid w:val="003D0FF5"/>
    <w:rsid w:val="00407A21"/>
    <w:rsid w:val="00494A0C"/>
    <w:rsid w:val="004E0818"/>
    <w:rsid w:val="005130C4"/>
    <w:rsid w:val="005160DC"/>
    <w:rsid w:val="005E1BCC"/>
    <w:rsid w:val="0060104D"/>
    <w:rsid w:val="006947E4"/>
    <w:rsid w:val="006B306A"/>
    <w:rsid w:val="006E043C"/>
    <w:rsid w:val="007554FC"/>
    <w:rsid w:val="007B1636"/>
    <w:rsid w:val="007B7D10"/>
    <w:rsid w:val="00825F54"/>
    <w:rsid w:val="00962DAB"/>
    <w:rsid w:val="009B2D2C"/>
    <w:rsid w:val="009E4C2D"/>
    <w:rsid w:val="00A65951"/>
    <w:rsid w:val="00A82CFF"/>
    <w:rsid w:val="00C47A56"/>
    <w:rsid w:val="00C95460"/>
    <w:rsid w:val="00D318E2"/>
    <w:rsid w:val="00D41381"/>
    <w:rsid w:val="00D7036B"/>
    <w:rsid w:val="00E1015D"/>
    <w:rsid w:val="00E654D0"/>
    <w:rsid w:val="00ED52FB"/>
    <w:rsid w:val="00F1685F"/>
    <w:rsid w:val="00F21D37"/>
    <w:rsid w:val="00F2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7EF7BB"/>
  <w15:chartTrackingRefBased/>
  <w15:docId w15:val="{BF93AB8E-088E-46FD-86A9-BEEE3077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8E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4A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94A0C"/>
  </w:style>
  <w:style w:type="paragraph" w:styleId="a5">
    <w:name w:val="footer"/>
    <w:basedOn w:val="a"/>
    <w:link w:val="a6"/>
    <w:uiPriority w:val="99"/>
    <w:semiHidden/>
    <w:unhideWhenUsed/>
    <w:rsid w:val="00494A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94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1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HP_news\recruit\img\youshiki2-1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youshiki2-1.dot</Template>
  <TotalTime>60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Eiji Abe</dc:creator>
  <cp:keywords/>
  <cp:lastModifiedBy>加藤由佳</cp:lastModifiedBy>
  <cp:revision>15</cp:revision>
  <cp:lastPrinted>2023-06-29T04:55:00Z</cp:lastPrinted>
  <dcterms:created xsi:type="dcterms:W3CDTF">2019-11-01T07:51:00Z</dcterms:created>
  <dcterms:modified xsi:type="dcterms:W3CDTF">2024-09-10T04:05:00Z</dcterms:modified>
</cp:coreProperties>
</file>